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4D1" w:rsidRDefault="00D67361" w:rsidP="00C96CB1">
      <w:pPr>
        <w:tabs>
          <w:tab w:val="center" w:pos="4252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368300</wp:posOffset>
                </wp:positionH>
                <wp:positionV relativeFrom="page">
                  <wp:posOffset>735965</wp:posOffset>
                </wp:positionV>
                <wp:extent cx="6769735" cy="1900555"/>
                <wp:effectExtent l="0" t="0" r="0" b="4445"/>
                <wp:wrapNone/>
                <wp:docPr id="5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9735" cy="1900555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78000"/>
                          </a:sysClr>
                        </a:solidFill>
                        <a:ln>
                          <a:noFill/>
                        </a:ln>
                        <a:effectLst>
                          <a:outerShdw sx="1000" sy="1000" algn="ctr" rotWithShape="0">
                            <a:srgbClr val="000000"/>
                          </a:outerShdw>
                        </a:effectLst>
                        <a:extLst/>
                      </wps:spPr>
                      <wps:txbx>
                        <w:txbxContent>
                          <w:p w:rsidR="00EA6BB4" w:rsidRDefault="00EA6BB4" w:rsidP="00EA6BB4">
                            <w:pPr>
                              <w:jc w:val="center"/>
                              <w:rPr>
                                <w:rFonts w:ascii="Baskerville Old Face" w:eastAsia="ＭＳ ゴシック" w:hAnsi="Baskerville Old Face" w:cs="ＭＳ ゴシック"/>
                                <w:color w:val="000000"/>
                                <w:kern w:val="0"/>
                                <w:sz w:val="144"/>
                                <w:szCs w:val="144"/>
                              </w:rPr>
                            </w:pPr>
                            <w:r w:rsidRPr="00EA6BB4">
                              <w:rPr>
                                <w:rFonts w:ascii="Baskerville Old Face" w:eastAsia="ＭＳ ゴシック" w:hAnsi="Baskerville Old Face" w:cs="ＭＳ ゴシック"/>
                                <w:color w:val="000000"/>
                                <w:kern w:val="0"/>
                                <w:sz w:val="144"/>
                                <w:szCs w:val="144"/>
                              </w:rPr>
                              <w:t>JOY</w:t>
                            </w:r>
                          </w:p>
                          <w:p w:rsidR="00EA6BB4" w:rsidRPr="00EA6BB4" w:rsidRDefault="00EA6BB4" w:rsidP="00EA6BB4">
                            <w:pPr>
                              <w:jc w:val="center"/>
                              <w:rPr>
                                <w:rFonts w:ascii="Baskerville Old Face" w:eastAsia="HGP創英角ﾎﾟｯﾌﾟ体" w:hAnsi="Baskerville Old Face"/>
                                <w:b/>
                                <w:color w:val="0099CC"/>
                                <w:sz w:val="72"/>
                                <w:szCs w:val="72"/>
                              </w:rPr>
                            </w:pPr>
                            <w:r w:rsidRPr="00EA6BB4">
                              <w:rPr>
                                <w:rFonts w:ascii="Baskerville Old Face" w:eastAsia="ＭＳ ゴシック" w:hAnsi="Baskerville Old Face" w:cs="ＭＳ ゴシック" w:hint="eastAsia"/>
                                <w:color w:val="000000"/>
                                <w:kern w:val="0"/>
                                <w:sz w:val="72"/>
                                <w:szCs w:val="72"/>
                              </w:rPr>
                              <w:t>～</w:t>
                            </w:r>
                            <w:r w:rsidR="00174226">
                              <w:rPr>
                                <w:rFonts w:ascii="Baskerville Old Face" w:eastAsia="ＭＳ ゴシック" w:hAnsi="Baskerville Old Face" w:cs="ＭＳ ゴシック" w:hint="eastAsia"/>
                                <w:color w:val="000000"/>
                                <w:kern w:val="0"/>
                                <w:sz w:val="72"/>
                                <w:szCs w:val="72"/>
                              </w:rPr>
                              <w:t xml:space="preserve"> Jump On YouTube</w:t>
                            </w:r>
                            <w:r w:rsidRPr="00EA6BB4">
                              <w:rPr>
                                <w:rFonts w:ascii="Baskerville Old Face" w:eastAsia="ＭＳ ゴシック" w:hAnsi="Baskerville Old Face" w:cs="ＭＳ ゴシック" w:hint="eastAsia"/>
                                <w:color w:val="000000"/>
                                <w:kern w:val="0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EA6BB4">
                              <w:rPr>
                                <w:rFonts w:ascii="Baskerville Old Face" w:eastAsia="ＭＳ ゴシック" w:hAnsi="Baskerville Old Face" w:cs="ＭＳ ゴシック" w:hint="eastAsia"/>
                                <w:color w:val="000000"/>
                                <w:kern w:val="0"/>
                                <w:sz w:val="72"/>
                                <w:szCs w:val="72"/>
                              </w:rPr>
                              <w:t>～</w:t>
                            </w:r>
                          </w:p>
                          <w:p w:rsidR="00EA6BB4" w:rsidRPr="00EA6BB4" w:rsidRDefault="00EA6BB4" w:rsidP="00EA6BB4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29pt;margin-top:57.95pt;width:533.05pt;height:149.6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" fillcolor="window" stroked="f">
                <v:fill opacity="51143f"/>
                <v:shadow on="t" type="perspective" color="black" offset="0,0" matrix="655f,,,655f"/>
                <v:textbox inset="2.53997mm,,2.53997mm">
                  <w:txbxContent>
                    <w:p w:rsidR="00EA6BB4" w:rsidRDefault="00EA6BB4" w:rsidP="00EA6BB4">
                      <w:pPr>
                        <w:jc w:val="center"/>
                        <w:rPr>
                          <w:rFonts w:ascii="Baskerville Old Face" w:eastAsia="ＭＳ ゴシック" w:hAnsi="Baskerville Old Face" w:cs="ＭＳ ゴシック"/>
                          <w:color w:val="000000"/>
                          <w:kern w:val="0"/>
                          <w:sz w:val="144"/>
                          <w:szCs w:val="144"/>
                        </w:rPr>
                      </w:pPr>
                      <w:r w:rsidRPr="00EA6BB4">
                        <w:rPr>
                          <w:rFonts w:ascii="Baskerville Old Face" w:eastAsia="ＭＳ ゴシック" w:hAnsi="Baskerville Old Face" w:cs="ＭＳ ゴシック"/>
                          <w:color w:val="000000"/>
                          <w:kern w:val="0"/>
                          <w:sz w:val="144"/>
                          <w:szCs w:val="144"/>
                        </w:rPr>
                        <w:t>JOY</w:t>
                      </w:r>
                    </w:p>
                    <w:p w:rsidR="00EA6BB4" w:rsidRPr="00EA6BB4" w:rsidRDefault="00EA6BB4" w:rsidP="00EA6BB4">
                      <w:pPr>
                        <w:jc w:val="center"/>
                        <w:rPr>
                          <w:rFonts w:ascii="Baskerville Old Face" w:eastAsia="HGP創英角ﾎﾟｯﾌﾟ体" w:hAnsi="Baskerville Old Face"/>
                          <w:b/>
                          <w:color w:val="0099CC"/>
                          <w:sz w:val="72"/>
                          <w:szCs w:val="72"/>
                        </w:rPr>
                      </w:pPr>
                      <w:r w:rsidRPr="00EA6BB4">
                        <w:rPr>
                          <w:rFonts w:ascii="Baskerville Old Face" w:eastAsia="ＭＳ ゴシック" w:hAnsi="Baskerville Old Face" w:cs="ＭＳ ゴシック" w:hint="eastAsia"/>
                          <w:color w:val="000000"/>
                          <w:kern w:val="0"/>
                          <w:sz w:val="72"/>
                          <w:szCs w:val="72"/>
                        </w:rPr>
                        <w:t>～</w:t>
                      </w:r>
                      <w:r w:rsidR="00174226">
                        <w:rPr>
                          <w:rFonts w:ascii="Baskerville Old Face" w:eastAsia="ＭＳ ゴシック" w:hAnsi="Baskerville Old Face" w:cs="ＭＳ ゴシック" w:hint="eastAsia"/>
                          <w:color w:val="000000"/>
                          <w:kern w:val="0"/>
                          <w:sz w:val="72"/>
                          <w:szCs w:val="72"/>
                        </w:rPr>
                        <w:t xml:space="preserve"> Jump On YouTube</w:t>
                      </w:r>
                      <w:r w:rsidRPr="00EA6BB4">
                        <w:rPr>
                          <w:rFonts w:ascii="Baskerville Old Face" w:eastAsia="ＭＳ ゴシック" w:hAnsi="Baskerville Old Face" w:cs="ＭＳ ゴシック" w:hint="eastAsia"/>
                          <w:color w:val="000000"/>
                          <w:kern w:val="0"/>
                          <w:sz w:val="72"/>
                          <w:szCs w:val="72"/>
                        </w:rPr>
                        <w:t xml:space="preserve"> </w:t>
                      </w:r>
                      <w:r w:rsidRPr="00EA6BB4">
                        <w:rPr>
                          <w:rFonts w:ascii="Baskerville Old Face" w:eastAsia="ＭＳ ゴシック" w:hAnsi="Baskerville Old Face" w:cs="ＭＳ ゴシック" w:hint="eastAsia"/>
                          <w:color w:val="000000"/>
                          <w:kern w:val="0"/>
                          <w:sz w:val="72"/>
                          <w:szCs w:val="72"/>
                        </w:rPr>
                        <w:t>～</w:t>
                      </w:r>
                    </w:p>
                    <w:p w:rsidR="00EA6BB4" w:rsidRPr="00EA6BB4" w:rsidRDefault="00EA6BB4" w:rsidP="00EA6BB4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14B86">
        <w:rPr>
          <w:rFonts w:hint="eastAsia"/>
          <w:noProof/>
        </w:rPr>
        <w:t xml:space="preserve"> </w:t>
      </w:r>
      <w:r w:rsidR="00C96CB1">
        <w:rPr>
          <w:noProof/>
        </w:rPr>
        <w:tab/>
      </w:r>
    </w:p>
    <w:p w:rsidR="00B704D1" w:rsidRDefault="000F0A5C" w:rsidP="000F0A5C">
      <w:pPr>
        <w:tabs>
          <w:tab w:val="left" w:pos="6580"/>
        </w:tabs>
        <w:jc w:val="left"/>
      </w:pPr>
      <w:r>
        <w:tab/>
      </w:r>
    </w:p>
    <w:p w:rsidR="00B704D1" w:rsidRDefault="00B704D1"/>
    <w:p w:rsidR="00B704D1" w:rsidRDefault="00B704D1"/>
    <w:p w:rsidR="00B704D1" w:rsidRDefault="00B704D1"/>
    <w:p w:rsidR="00B704D1" w:rsidRDefault="00A115C2" w:rsidP="00A049D1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E83BC59" wp14:editId="2EDD7AAD">
                <wp:simplePos x="0" y="0"/>
                <wp:positionH relativeFrom="page">
                  <wp:posOffset>106878</wp:posOffset>
                </wp:positionH>
                <wp:positionV relativeFrom="page">
                  <wp:posOffset>6341423</wp:posOffset>
                </wp:positionV>
                <wp:extent cx="7291449" cy="3229610"/>
                <wp:effectExtent l="0" t="0" r="5080" b="8890"/>
                <wp:wrapNone/>
                <wp:docPr id="4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1449" cy="322961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alpha val="78000"/>
                          </a:sysClr>
                        </a:solidFill>
                        <a:ln>
                          <a:noFill/>
                        </a:ln>
                        <a:effectLst>
                          <a:outerShdw sx="1000" sy="1000" algn="ctr" rotWithShape="0">
                            <a:srgbClr val="000000"/>
                          </a:outerShdw>
                        </a:effectLst>
                        <a:extLst/>
                      </wps:spPr>
                      <wps:txbx>
                        <w:txbxContent>
                          <w:p w:rsidR="00A049D1" w:rsidRPr="00A115C2" w:rsidRDefault="00A115C2" w:rsidP="00A115C2">
                            <w:pPr>
                              <w:jc w:val="left"/>
                              <w:rPr>
                                <w:rFonts w:ascii="HGS明朝B" w:eastAsia="HGS明朝B" w:hAnsi="Baskerville Old Face" w:cs="ＭＳ ゴシック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>『</w:t>
                            </w:r>
                            <w:r w:rsidR="00A049D1" w:rsidRPr="00A115C2"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>2</w:t>
                            </w:r>
                            <w:r w:rsidR="00A049D1" w:rsidRPr="00A115C2"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>万円の情報商材より分かりやすい</w:t>
                            </w:r>
                            <w:r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>』</w:t>
                            </w:r>
                            <w:r w:rsidRPr="00A115C2"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 xml:space="preserve">　　　　　</w:t>
                            </w:r>
                          </w:p>
                          <w:p w:rsidR="00EA6BB4" w:rsidRPr="00A115C2" w:rsidRDefault="00A049D1" w:rsidP="007F465E">
                            <w:pPr>
                              <w:jc w:val="center"/>
                              <w:rPr>
                                <w:rFonts w:ascii="HGS明朝B" w:eastAsia="HGS明朝B" w:hAnsi="Baskerville Old Face" w:cs="ＭＳ ゴシック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</w:pPr>
                            <w:r w:rsidRPr="00A115C2"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 xml:space="preserve">　　　　　　　　　　</w:t>
                            </w:r>
                            <w:r w:rsidR="00A115C2"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 xml:space="preserve">　</w:t>
                            </w:r>
                            <w:r w:rsidRPr="00A115C2"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>と</w:t>
                            </w:r>
                            <w:r w:rsidR="00A115C2" w:rsidRPr="00A115C2"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>言わしめた</w:t>
                            </w:r>
                          </w:p>
                          <w:p w:rsidR="00A115C2" w:rsidRPr="00A115C2" w:rsidRDefault="00A115C2" w:rsidP="00A115C2">
                            <w:pPr>
                              <w:rPr>
                                <w:rFonts w:ascii="HGS明朝B" w:eastAsia="HGS明朝B" w:hAnsi="Baskerville Old Face" w:cs="ＭＳ ゴシック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 xml:space="preserve">　</w:t>
                            </w:r>
                            <w:r w:rsidRPr="00A115C2"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>動画本数60本超（再生時間約360分</w:t>
                            </w:r>
                            <w:r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>）</w:t>
                            </w:r>
                          </w:p>
                          <w:p w:rsidR="00A115C2" w:rsidRPr="00A115C2" w:rsidRDefault="00A115C2" w:rsidP="007F465E">
                            <w:pPr>
                              <w:jc w:val="center"/>
                              <w:rPr>
                                <w:rFonts w:ascii="HGS明朝B" w:eastAsia="HGS明朝B" w:hAnsi="Baskerville Old Face" w:cs="ＭＳ ゴシック"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 w:rsidR="00A115C2" w:rsidRPr="00A115C2" w:rsidRDefault="00A115C2" w:rsidP="007F465E">
                            <w:pPr>
                              <w:jc w:val="center"/>
                              <w:rPr>
                                <w:rFonts w:ascii="HGS明朝B" w:eastAsia="HGS明朝B" w:hAnsi="Baskerville Old Face" w:cs="ＭＳ ゴシック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</w:pPr>
                            <w:r w:rsidRPr="00A115C2"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>レベル別カリキュラムで</w:t>
                            </w:r>
                          </w:p>
                          <w:p w:rsidR="00EA6BB4" w:rsidRPr="00A115C2" w:rsidRDefault="00A115C2" w:rsidP="00A115C2">
                            <w:pPr>
                              <w:jc w:val="center"/>
                              <w:rPr>
                                <w:rFonts w:ascii="HGS明朝B" w:eastAsia="HGS明朝B" w:hAnsi="Baskerville Old Face" w:cs="ＭＳ ゴシック"/>
                                <w:b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</w:pPr>
                            <w:r w:rsidRPr="00A115C2">
                              <w:rPr>
                                <w:rFonts w:ascii="HGS明朝B" w:eastAsia="HGS明朝B" w:hAnsi="Baskerville Old Face" w:cs="ＭＳ ゴシック" w:hint="eastAsia"/>
                                <w:color w:val="000000"/>
                                <w:kern w:val="0"/>
                                <w:sz w:val="60"/>
                                <w:szCs w:val="60"/>
                              </w:rPr>
                              <w:t>あなたを月収30万円へ導く</w:t>
                            </w:r>
                          </w:p>
                        </w:txbxContent>
                      </wps:txbx>
                      <wps:bodyPr rot="0" vert="horz" wrap="square" lIns="91439" tIns="45720" rIns="91439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8.4pt;margin-top:499.3pt;width:574.15pt;height:254.3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" fillcolor="window" stroked="f">
                <v:fill opacity="51143f"/>
                <v:shadow on="t" type="perspective" color="black" offset="0,0" matrix="655f,,,655f"/>
                <v:textbox inset="2.53997mm,,2.53997mm">
                  <w:txbxContent>
                    <w:p w:rsidR="00A049D1" w:rsidRPr="00A115C2" w:rsidRDefault="00A115C2" w:rsidP="00A115C2">
                      <w:pPr>
                        <w:jc w:val="left"/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</w:pPr>
                      <w:r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>『</w:t>
                      </w:r>
                      <w:r w:rsidR="00A049D1" w:rsidRPr="00A115C2"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>2万円の情報商材より分かりやすい</w:t>
                      </w:r>
                      <w:r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>』</w:t>
                      </w:r>
                      <w:r w:rsidRPr="00A115C2"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 xml:space="preserve">　　　　　</w:t>
                      </w:r>
                    </w:p>
                    <w:p w:rsidR="00EA6BB4" w:rsidRPr="00A115C2" w:rsidRDefault="00A049D1" w:rsidP="007F465E">
                      <w:pPr>
                        <w:jc w:val="center"/>
                        <w:rPr>
                          <w:rFonts w:ascii="HGS明朝B" w:eastAsia="HGS明朝B" w:hAnsi="Baskerville Old Face" w:cs="ＭＳ ゴシック"/>
                          <w:color w:val="000000"/>
                          <w:kern w:val="0"/>
                          <w:sz w:val="60"/>
                          <w:szCs w:val="60"/>
                        </w:rPr>
                      </w:pPr>
                      <w:r w:rsidRPr="00A115C2"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 xml:space="preserve">　　　　　　　　　　</w:t>
                      </w:r>
                      <w:r w:rsidR="00A115C2"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 xml:space="preserve">　</w:t>
                      </w:r>
                      <w:r w:rsidRPr="00A115C2"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>と</w:t>
                      </w:r>
                      <w:r w:rsidR="00A115C2" w:rsidRPr="00A115C2"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>言わしめた</w:t>
                      </w:r>
                    </w:p>
                    <w:p w:rsidR="00A115C2" w:rsidRPr="00A115C2" w:rsidRDefault="00A115C2" w:rsidP="00A115C2">
                      <w:pPr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</w:pPr>
                      <w:r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 xml:space="preserve">　</w:t>
                      </w:r>
                      <w:r w:rsidRPr="00A115C2"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>動画本数60本超（再生時間約360分</w:t>
                      </w:r>
                      <w:r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>）</w:t>
                      </w:r>
                    </w:p>
                    <w:p w:rsidR="00A115C2" w:rsidRPr="00A115C2" w:rsidRDefault="00A115C2" w:rsidP="007F465E">
                      <w:pPr>
                        <w:jc w:val="center"/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Cs w:val="21"/>
                        </w:rPr>
                      </w:pPr>
                    </w:p>
                    <w:p w:rsidR="00A115C2" w:rsidRPr="00A115C2" w:rsidRDefault="00A115C2" w:rsidP="007F465E">
                      <w:pPr>
                        <w:jc w:val="center"/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</w:pPr>
                      <w:r w:rsidRPr="00A115C2"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>レベル別カリキュラムで</w:t>
                      </w:r>
                    </w:p>
                    <w:p w:rsidR="00EA6BB4" w:rsidRPr="00A115C2" w:rsidRDefault="00A115C2" w:rsidP="00A115C2">
                      <w:pPr>
                        <w:jc w:val="center"/>
                        <w:rPr>
                          <w:rFonts w:ascii="HGS明朝B" w:eastAsia="HGS明朝B" w:hAnsi="Baskerville Old Face" w:cs="ＭＳ ゴシック"/>
                          <w:b/>
                          <w:color w:val="000000"/>
                          <w:kern w:val="0"/>
                          <w:sz w:val="60"/>
                          <w:szCs w:val="60"/>
                        </w:rPr>
                      </w:pPr>
                      <w:r w:rsidRPr="00A115C2">
                        <w:rPr>
                          <w:rFonts w:ascii="HGS明朝B" w:eastAsia="HGS明朝B" w:hAnsi="Baskerville Old Face" w:cs="ＭＳ ゴシック" w:hint="eastAsia"/>
                          <w:color w:val="000000"/>
                          <w:kern w:val="0"/>
                          <w:sz w:val="60"/>
                          <w:szCs w:val="60"/>
                        </w:rPr>
                        <w:t>あなたを月収30万円へ導く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049D1">
        <w:rPr>
          <w:rFonts w:hint="eastAsia"/>
          <w:noProof/>
        </w:rPr>
        <w:t xml:space="preserve">　　　　　　　</w:t>
      </w:r>
      <w:r w:rsidR="00A049D1">
        <w:rPr>
          <w:rFonts w:hint="eastAsia"/>
          <w:noProof/>
        </w:rPr>
        <w:t xml:space="preserve"> </w:t>
      </w:r>
      <w:r w:rsidR="00A049D1">
        <w:rPr>
          <w:rFonts w:hint="eastAsia"/>
          <w:noProof/>
        </w:rPr>
        <w:t xml:space="preserve">　</w:t>
      </w:r>
      <w:r w:rsidR="00A049D1">
        <w:rPr>
          <w:noProof/>
        </w:rPr>
        <w:drawing>
          <wp:inline distT="0" distB="0" distL="0" distR="0" wp14:anchorId="485A958B" wp14:editId="5627C37F">
            <wp:extent cx="2505693" cy="3681836"/>
            <wp:effectExtent l="0" t="0" r="9525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b0833957a8176677347dc9113841a0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9314" cy="3687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4D1" w:rsidRDefault="00B704D1"/>
    <w:p w:rsidR="00B704D1" w:rsidRDefault="00B704D1"/>
    <w:p w:rsidR="00B704D1" w:rsidRDefault="00B704D1"/>
    <w:p w:rsidR="00B704D1" w:rsidRDefault="00B704D1"/>
    <w:p w:rsidR="00B704D1" w:rsidRDefault="00B704D1"/>
    <w:p w:rsidR="00B704D1" w:rsidRDefault="00B704D1"/>
    <w:p w:rsidR="00B704D1" w:rsidRDefault="00B704D1"/>
    <w:p w:rsidR="00B704D1" w:rsidRDefault="00B704D1">
      <w:pPr>
        <w:pStyle w:val="1"/>
        <w:sectPr w:rsidR="00B704D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984" w:right="1701" w:bottom="1701" w:left="1701" w:header="851" w:footer="992" w:gutter="0"/>
          <w:cols w:space="720"/>
          <w:docGrid w:type="lines" w:linePitch="438"/>
        </w:sectPr>
      </w:pP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lastRenderedPageBreak/>
        <w:t>【著作権について】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当レホ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゚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ートは、著作権法て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保護されている著作物て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す。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コーポレート・ロゴＢ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使用に関しましては、以下の点にこ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注意くた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さい。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※レホ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゚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ートの著作権は、作者にあります。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コーポレート・ロゴＢ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作者の書面による事前許可なく、本レホ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゚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ートの一部、または全部をインターネット上に公開すること、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およひ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オ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ークションサイトなと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て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転売することを禁し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ます。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コーポレート・ロゴＢ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※本レホ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゚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ートの一部、または全部をあらゆるテ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ータ蓄積手段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(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印刷物、電子ファイル、ヒ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テ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オ、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DVD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、およひ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その他電子メテ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ィアなと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)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により複製、流用およひ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転載すること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を禁し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ます。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</w:pP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【使用許諾書】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本契約は、レホ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゚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ートタ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ウンロート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した法人・個人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(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以下、甲とする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)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と作者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(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以下、乙とする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)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との間て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合意した契約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て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す。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本レホ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゚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ートを甲か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受けとることにより、甲はこの契約は成立します。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TimesNewRomanPSMT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第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 xml:space="preserve">1 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条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(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目的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)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本契約は本レホ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゚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ートに含まれる情報を本契約に基つ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き甲か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非独占的に使用する権利を承諾するものて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す。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TimesNewRomanPSMT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第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 xml:space="preserve">2 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条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(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第三者への公開の禁止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)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本レホ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゚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ートに含まれる情報は著作権法によって保護されています。本レホ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゚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ートの内容は</w:t>
      </w:r>
      <w:r w:rsidRPr="000B03F0"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  <w:t xml:space="preserve"> 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秘匿性の高い内容て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あり、甲はその情報を乙との書面による事前許可を得す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にいかなる</w:t>
      </w:r>
      <w:r w:rsidRPr="000B03F0"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  <w:t xml:space="preserve"> 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第三者にも公開することを禁し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ます。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TimesNewRomanPSMT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第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 xml:space="preserve">3 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条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(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損害賠償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)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甲か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本契約の第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 xml:space="preserve">2 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条の規定に違反した場合、本契約の解除に関わらす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、甲は乙に対し違約金として違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反件数と金壱萬円を乗し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た価格の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 xml:space="preserve">10 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倍の金額を支払うものとします。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TimesNewRomanPSMT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第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 xml:space="preserve">4 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条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(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その他</w:t>
      </w:r>
      <w:r w:rsidRPr="000B03F0">
        <w:rPr>
          <w:rFonts w:asciiTheme="minorEastAsia" w:eastAsiaTheme="minorEastAsia" w:hAnsiTheme="minorEastAsia" w:cs="TimesNewRomanPSMT"/>
          <w:kern w:val="0"/>
          <w:sz w:val="24"/>
          <w:szCs w:val="24"/>
        </w:rPr>
        <w:t>)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当レホ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゚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ートに沿って実行し、期待通りの効果を得ることか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て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きす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、万一如何なる損益か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生し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kern w:val="0"/>
          <w:sz w:val="24"/>
          <w:szCs w:val="24"/>
        </w:rPr>
        <w:t>た場合て</w:t>
      </w:r>
      <w:r w:rsidRPr="000B03F0">
        <w:rPr>
          <w:rFonts w:asciiTheme="minorEastAsia" w:eastAsiaTheme="minorEastAsia" w:hAnsiTheme="minorEastAsia" w:cs="ＭＳ 明朝" w:hint="eastAsia"/>
          <w:bCs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KozMinPr6N-Bold-Ruby" w:hint="eastAsia"/>
          <w:bCs/>
          <w:kern w:val="0"/>
          <w:sz w:val="24"/>
          <w:szCs w:val="24"/>
        </w:rPr>
        <w:t>も乙は甲に対して責任を負わないものとします。</w:t>
      </w:r>
    </w:p>
    <w:p w:rsidR="000B03F0" w:rsidRDefault="000B03F0" w:rsidP="000B03F0">
      <w:pPr>
        <w:rPr>
          <w:rFonts w:ascii="KozMinPr6N-Bold-Ruby" w:eastAsia="KozMinPr6N-Bold-Ruby" w:cs="KozMinPr6N-Bold-Ruby"/>
          <w:b/>
          <w:bCs/>
          <w:kern w:val="0"/>
          <w:szCs w:val="21"/>
        </w:rPr>
      </w:pPr>
    </w:p>
    <w:p w:rsid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コーポレート・ロゴＢ"/>
          <w:bCs/>
          <w:color w:val="000000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lastRenderedPageBreak/>
        <w:t>【はし</w:t>
      </w:r>
      <w:r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めに】</w:t>
      </w:r>
    </w:p>
    <w:p w:rsidR="00D67361" w:rsidRPr="000B03F0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0B03F0" w:rsidRPr="00D5116B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こんにちは、</w:t>
      </w:r>
      <w:r w:rsidR="00A049D1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エンドウ</w:t>
      </w:r>
      <w:r w:rsidR="00D5116B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 xml:space="preserve">(Endo)　</w:t>
      </w: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て</w:t>
      </w:r>
      <w:r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す。</w:t>
      </w:r>
    </w:p>
    <w:p w:rsidR="00D67361" w:rsidRP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コーポレート・ロゴＢ"/>
          <w:bCs/>
          <w:color w:val="000000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今回は私か</w:t>
      </w:r>
      <w:r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作成した</w:t>
      </w:r>
    </w:p>
    <w:p w:rsidR="00D67361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「</w:t>
      </w:r>
      <w:r w:rsidRPr="00D67361">
        <w:rPr>
          <w:rFonts w:asciiTheme="minorEastAsia" w:eastAsiaTheme="minorEastAsia" w:hAnsiTheme="minorEastAsia" w:cs="TimesNewRomanPSMT" w:hint="eastAsia"/>
          <w:b/>
          <w:color w:val="000000"/>
          <w:kern w:val="0"/>
          <w:sz w:val="24"/>
          <w:szCs w:val="24"/>
        </w:rPr>
        <w:t xml:space="preserve">JOY ～Jump On </w:t>
      </w:r>
      <w:r w:rsidR="00174226">
        <w:rPr>
          <w:rFonts w:asciiTheme="minorEastAsia" w:eastAsiaTheme="minorEastAsia" w:hAnsiTheme="minorEastAsia" w:cs="TimesNewRomanPSMT" w:hint="eastAsia"/>
          <w:b/>
          <w:color w:val="000000"/>
          <w:kern w:val="0"/>
          <w:sz w:val="24"/>
          <w:szCs w:val="24"/>
        </w:rPr>
        <w:t>YouTube</w:t>
      </w:r>
      <w:r w:rsidRPr="00D67361">
        <w:rPr>
          <w:rFonts w:asciiTheme="minorEastAsia" w:eastAsiaTheme="minorEastAsia" w:hAnsiTheme="minorEastAsia" w:cs="TimesNewRomanPSMT" w:hint="eastAsia"/>
          <w:b/>
          <w:color w:val="000000"/>
          <w:kern w:val="0"/>
          <w:sz w:val="24"/>
          <w:szCs w:val="24"/>
        </w:rPr>
        <w:t>～</w:t>
      </w: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」</w:t>
      </w:r>
      <w:bookmarkStart w:id="0" w:name="_GoBack"/>
      <w:bookmarkEnd w:id="0"/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をタ</w:t>
      </w:r>
      <w:r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ウンロート</w:t>
      </w:r>
      <w:r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していたた</w:t>
      </w:r>
      <w:r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き有難う御座います。</w:t>
      </w:r>
    </w:p>
    <w:p w:rsid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TimesNewRomanPSMT"/>
          <w:color w:val="000000"/>
          <w:kern w:val="0"/>
          <w:sz w:val="24"/>
          <w:szCs w:val="24"/>
        </w:rPr>
      </w:pPr>
    </w:p>
    <w:p w:rsid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 xml:space="preserve">JOY ～Jump On </w:t>
      </w:r>
      <w:r w:rsidR="00174226"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>YouTube</w:t>
      </w:r>
      <w:r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>～</w:t>
      </w:r>
      <w:r w:rsidR="000B03F0"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は</w:t>
      </w:r>
    </w:p>
    <w:p w:rsid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・</w:t>
      </w:r>
      <w:r w:rsidR="000B03F0"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動画本数</w:t>
      </w:r>
      <w:r w:rsidR="000B03F0"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>60</w:t>
      </w:r>
      <w:r w:rsidR="000B03F0"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本超え、</w:t>
      </w:r>
    </w:p>
    <w:p w:rsid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・</w:t>
      </w:r>
      <w:r w:rsidR="000B03F0"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総再生時間約</w:t>
      </w:r>
      <w:r w:rsidR="000B03F0"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>360</w:t>
      </w:r>
      <w:r w:rsidR="000B03F0"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分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のコンテンツて</w:t>
      </w:r>
      <w:r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、</w:t>
      </w:r>
      <w:r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>6</w:t>
      </w: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つのレベル別</w:t>
      </w:r>
      <w:r w:rsidR="00D67361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ステージ</w:t>
      </w: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に分かれておりますため、</w:t>
      </w:r>
    </w:p>
    <w:p w:rsidR="000B03F0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コーポレート・ロゴＢ"/>
          <w:bCs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入門者～初心者</w:t>
      </w:r>
      <w:r w:rsidR="000B03F0"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〜中級者の方まて</w:t>
      </w:r>
      <w:r w:rsidR="000B03F0"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、幅広く</w:t>
      </w:r>
      <w:r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学んで</w:t>
      </w:r>
      <w:r w:rsidR="000B03F0"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いたたた</w:t>
      </w:r>
      <w:r w:rsidR="000B03F0"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="000B03F0"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けるコンテンツて</w:t>
      </w:r>
      <w:r w:rsidR="000B03F0"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="000B03F0"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す。</w:t>
      </w:r>
    </w:p>
    <w:p w:rsidR="00D67361" w:rsidRPr="000B03F0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0B03F0" w:rsidRPr="000B03F0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この</w:t>
      </w:r>
      <w:r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 xml:space="preserve">JOY ～Jump On </w:t>
      </w:r>
      <w:r w:rsidR="00174226"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>YouTube</w:t>
      </w:r>
      <w:r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>～</w:t>
      </w:r>
      <w:r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では、</w:t>
      </w:r>
      <w:r w:rsidR="000B03F0"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お金を稼ぐた</w:t>
      </w:r>
      <w:r w:rsidR="000B03F0"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="000B03F0"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けにとと</w:t>
      </w:r>
      <w:r w:rsidR="000B03F0"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="000B03F0"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まらす</w:t>
      </w:r>
      <w:r w:rsidR="000B03F0"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="000B03F0"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、</w:t>
      </w: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「</w:t>
      </w:r>
      <w:r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望むライフスタイルを手に入れてほしい</w:t>
      </w: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」という思いをこめて、</w:t>
      </w:r>
    </w:p>
    <w:p w:rsid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たくさんの時間をかけ、エネルギーを注ぎ込みました。</w:t>
      </w:r>
    </w:p>
    <w:p w:rsid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0B03F0" w:rsidRP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ぜひ</w:t>
      </w:r>
      <w:r w:rsidR="00D67361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、楽しんで学んで頂ければ幸いです。</w:t>
      </w:r>
    </w:p>
    <w:p w:rsid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コーポレート・ロゴＢ"/>
          <w:bCs/>
          <w:color w:val="000000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【タ</w:t>
      </w:r>
      <w:r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ウンロート</w:t>
      </w:r>
      <w:r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方法】</w:t>
      </w:r>
    </w:p>
    <w:p w:rsidR="00D67361" w:rsidRPr="000B03F0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0B03F0" w:rsidRPr="000B03F0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 xml:space="preserve">JOY ～Jump On </w:t>
      </w:r>
      <w:r w:rsidR="00174226"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>YouTube</w:t>
      </w:r>
      <w:r>
        <w:rPr>
          <w:rFonts w:asciiTheme="minorEastAsia" w:eastAsiaTheme="minorEastAsia" w:hAnsiTheme="minorEastAsia" w:cs="TimesNewRomanPSMT" w:hint="eastAsia"/>
          <w:color w:val="000000"/>
          <w:kern w:val="0"/>
          <w:sz w:val="24"/>
          <w:szCs w:val="24"/>
        </w:rPr>
        <w:t xml:space="preserve">～　</w:t>
      </w:r>
      <w:r w:rsidR="000B03F0"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はウェブサイト形式になっておりますゆえ、</w:t>
      </w:r>
    </w:p>
    <w:p w:rsidR="000B03F0" w:rsidRDefault="000B03F0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コーポレート・ロゴＢ"/>
          <w:bCs/>
          <w:color w:val="000000"/>
          <w:kern w:val="0"/>
          <w:sz w:val="24"/>
          <w:szCs w:val="24"/>
        </w:rPr>
      </w:pP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以下の</w:t>
      </w:r>
      <w:r w:rsidRPr="000B03F0">
        <w:rPr>
          <w:rFonts w:asciiTheme="minorEastAsia" w:eastAsiaTheme="minorEastAsia" w:hAnsiTheme="minorEastAsia" w:cs="TimesNewRomanPSMT"/>
          <w:color w:val="000000"/>
          <w:kern w:val="0"/>
          <w:sz w:val="24"/>
          <w:szCs w:val="24"/>
        </w:rPr>
        <w:t>URL</w:t>
      </w:r>
      <w:r w:rsidRPr="000B03F0"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にアクセスして、コンテンツをお楽しみくた</w:t>
      </w:r>
      <w:r w:rsidRPr="000B03F0">
        <w:rPr>
          <w:rFonts w:asciiTheme="minorEastAsia" w:eastAsiaTheme="minorEastAsia" w:hAnsiTheme="minorEastAsia" w:cs="ＭＳ 明朝" w:hint="eastAsia"/>
          <w:bCs/>
          <w:color w:val="000000"/>
          <w:kern w:val="0"/>
          <w:sz w:val="24"/>
          <w:szCs w:val="24"/>
        </w:rPr>
        <w:t>゙</w:t>
      </w: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さい。</w:t>
      </w:r>
    </w:p>
    <w:p w:rsidR="00D67361" w:rsidRPr="000B03F0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0B03F0" w:rsidRPr="000B03F0" w:rsidRDefault="000B03F0" w:rsidP="000B03F0">
      <w:pPr>
        <w:pStyle w:val="HTML"/>
        <w:shd w:val="clear" w:color="auto" w:fill="FFFFFF"/>
        <w:rPr>
          <w:color w:val="000000"/>
        </w:rPr>
      </w:pPr>
      <w:r w:rsidRPr="000B03F0">
        <w:rPr>
          <w:rFonts w:asciiTheme="minorEastAsia" w:eastAsiaTheme="minorEastAsia" w:hAnsiTheme="minorEastAsia" w:cs="TimesNewRomanPSMT"/>
          <w:color w:val="000000"/>
        </w:rPr>
        <w:t>URL</w:t>
      </w:r>
      <w:r w:rsidRPr="000B03F0">
        <w:rPr>
          <w:rFonts w:asciiTheme="minorEastAsia" w:eastAsiaTheme="minorEastAsia" w:hAnsiTheme="minorEastAsia" w:cs="KozMinPr6N-Bold-Ruby" w:hint="eastAsia"/>
          <w:bCs/>
          <w:color w:val="000000"/>
        </w:rPr>
        <w:t>：</w:t>
      </w:r>
      <w:hyperlink r:id="rId16" w:tgtFrame="_blank" w:history="1">
        <w:r>
          <w:rPr>
            <w:rStyle w:val="a7"/>
            <w:color w:val="1264BF"/>
          </w:rPr>
          <w:t>http://50fukugyou.biz/joy</w:t>
        </w:r>
      </w:hyperlink>
    </w:p>
    <w:p w:rsidR="00D67361" w:rsidRDefault="00D5116B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ユーザーID : joy</w:t>
      </w:r>
    </w:p>
    <w:p w:rsidR="00D5116B" w:rsidRDefault="00D5116B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パスワード： joy1</w:t>
      </w:r>
    </w:p>
    <w:p w:rsid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D67361" w:rsidRDefault="00D67361" w:rsidP="00D67361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コーポレート・ロゴＢ"/>
          <w:bCs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cs="KozMinPr6N-Bold-Ruby" w:hint="eastAsia"/>
          <w:bCs/>
          <w:color w:val="000000"/>
          <w:kern w:val="0"/>
          <w:sz w:val="24"/>
          <w:szCs w:val="24"/>
        </w:rPr>
        <w:t>【おわりに</w:t>
      </w:r>
      <w:r w:rsidRPr="000B03F0">
        <w:rPr>
          <w:rFonts w:asciiTheme="minorEastAsia" w:eastAsiaTheme="minorEastAsia" w:hAnsiTheme="minorEastAsia" w:cs="コーポレート・ロゴＢ" w:hint="eastAsia"/>
          <w:bCs/>
          <w:color w:val="000000"/>
          <w:kern w:val="0"/>
          <w:sz w:val="24"/>
          <w:szCs w:val="24"/>
        </w:rPr>
        <w:t>】</w:t>
      </w:r>
    </w:p>
    <w:p w:rsid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  <w:r w:rsidRPr="007F465E">
        <w:rPr>
          <w:rFonts w:asciiTheme="minorEastAsia" w:eastAsiaTheme="minorEastAsia" w:hAnsiTheme="minorEastAsia" w:hint="eastAsia"/>
          <w:sz w:val="24"/>
          <w:szCs w:val="24"/>
        </w:rPr>
        <w:t>最後まで読んでいただきありがとうございます。</w:t>
      </w: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  <w:r w:rsidRPr="007F465E">
        <w:rPr>
          <w:rFonts w:asciiTheme="minorEastAsia" w:eastAsiaTheme="minorEastAsia" w:hAnsiTheme="minorEastAsia" w:hint="eastAsia"/>
          <w:sz w:val="24"/>
          <w:szCs w:val="24"/>
        </w:rPr>
        <w:t>本レポートを活用いただくことで</w:t>
      </w: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  <w:r w:rsidRPr="007F465E">
        <w:rPr>
          <w:rFonts w:asciiTheme="minorEastAsia" w:eastAsiaTheme="minorEastAsia" w:hAnsiTheme="minorEastAsia" w:hint="eastAsia"/>
          <w:sz w:val="24"/>
          <w:szCs w:val="24"/>
        </w:rPr>
        <w:t>少しでも</w:t>
      </w:r>
      <w:r>
        <w:rPr>
          <w:rFonts w:asciiTheme="minorEastAsia" w:eastAsiaTheme="minorEastAsia" w:hAnsiTheme="minorEastAsia" w:hint="eastAsia"/>
          <w:sz w:val="24"/>
          <w:szCs w:val="24"/>
        </w:rPr>
        <w:t>ネット</w:t>
      </w:r>
      <w:r w:rsidRPr="007F465E">
        <w:rPr>
          <w:rFonts w:asciiTheme="minorEastAsia" w:eastAsiaTheme="minorEastAsia" w:hAnsiTheme="minorEastAsia" w:hint="eastAsia"/>
          <w:sz w:val="24"/>
          <w:szCs w:val="24"/>
        </w:rPr>
        <w:t>ビジネスの成功への助けになれば幸いです。</w:t>
      </w: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  <w:r w:rsidRPr="007F465E">
        <w:rPr>
          <w:rFonts w:asciiTheme="minorEastAsia" w:eastAsiaTheme="minorEastAsia" w:hAnsiTheme="minorEastAsia" w:hint="eastAsia"/>
          <w:sz w:val="24"/>
          <w:szCs w:val="24"/>
        </w:rPr>
        <w:t>本レポートをダウンロード頂いた貴方を、</w:t>
      </w: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  <w:r w:rsidRPr="007F465E">
        <w:rPr>
          <w:rFonts w:asciiTheme="minorEastAsia" w:eastAsiaTheme="minorEastAsia" w:hAnsiTheme="minorEastAsia" w:hint="eastAsia"/>
          <w:sz w:val="24"/>
          <w:szCs w:val="24"/>
        </w:rPr>
        <w:t>私のメルマガ</w:t>
      </w: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  <w:r w:rsidRPr="007F465E">
        <w:rPr>
          <w:rFonts w:asciiTheme="minorEastAsia" w:eastAsiaTheme="minorEastAsia" w:hAnsiTheme="minorEastAsia" w:hint="eastAsia"/>
          <w:sz w:val="24"/>
          <w:szCs w:val="24"/>
        </w:rPr>
        <w:t>「1,200万円で自由に生きる！50代アラフィフでも</w:t>
      </w:r>
    </w:p>
    <w:p w:rsid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  <w:r w:rsidRPr="007F465E">
        <w:rPr>
          <w:rFonts w:asciiTheme="minorEastAsia" w:eastAsiaTheme="minorEastAsia" w:hAnsiTheme="minorEastAsia" w:hint="eastAsia"/>
          <w:sz w:val="24"/>
          <w:szCs w:val="24"/>
        </w:rPr>
        <w:t xml:space="preserve">  ネットビジネスで自分で大企業部長の年収を超えて稼ぐ」に</w:t>
      </w: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  <w:r w:rsidRPr="007F465E">
        <w:rPr>
          <w:rFonts w:asciiTheme="minorEastAsia" w:eastAsiaTheme="minorEastAsia" w:hAnsiTheme="minorEastAsia" w:hint="eastAsia"/>
          <w:sz w:val="24"/>
          <w:szCs w:val="24"/>
        </w:rPr>
        <w:t>代理登録させて頂きました。</w:t>
      </w: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  <w:r w:rsidRPr="007F465E">
        <w:rPr>
          <w:rFonts w:asciiTheme="minorEastAsia" w:eastAsiaTheme="minorEastAsia" w:hAnsiTheme="minorEastAsia" w:hint="eastAsia"/>
          <w:sz w:val="24"/>
          <w:szCs w:val="24"/>
        </w:rPr>
        <w:t>私のメルマガは読んで面白いというより、実践の上で役立つ情報や</w:t>
      </w: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  <w:r w:rsidRPr="007F465E">
        <w:rPr>
          <w:rFonts w:asciiTheme="minorEastAsia" w:eastAsiaTheme="minorEastAsia" w:hAnsiTheme="minorEastAsia" w:hint="eastAsia"/>
          <w:sz w:val="24"/>
          <w:szCs w:val="24"/>
        </w:rPr>
        <w:t>貴方の悩みを解決する事を目指しています。</w:t>
      </w: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</w:p>
    <w:p w:rsidR="007F465E" w:rsidRPr="007F465E" w:rsidRDefault="007F465E" w:rsidP="007F465E">
      <w:pPr>
        <w:rPr>
          <w:rFonts w:asciiTheme="minorEastAsia" w:eastAsiaTheme="minorEastAsia" w:hAnsiTheme="minorEastAsia"/>
          <w:sz w:val="24"/>
          <w:szCs w:val="24"/>
        </w:rPr>
      </w:pPr>
      <w:r w:rsidRPr="007F465E">
        <w:rPr>
          <w:rFonts w:asciiTheme="minorEastAsia" w:eastAsiaTheme="minorEastAsia" w:hAnsiTheme="minorEastAsia" w:hint="eastAsia"/>
          <w:sz w:val="24"/>
          <w:szCs w:val="24"/>
        </w:rPr>
        <w:t>今後はメルマガでお会いしましょう。</w:t>
      </w:r>
    </w:p>
    <w:p w:rsidR="007F465E" w:rsidRPr="007F465E" w:rsidRDefault="00A115C2" w:rsidP="007F465E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t xml:space="preserve">　　　　　　　　　　　　　　　　　　　　　　　エンドウ</w:t>
      </w:r>
    </w:p>
    <w:p w:rsid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D67361" w:rsidRDefault="00D67361" w:rsidP="000B03F0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</w:p>
    <w:p w:rsidR="00A115C2" w:rsidRDefault="00A115C2" w:rsidP="007F465E">
      <w:pPr>
        <w:rPr>
          <w:rFonts w:ascii="ＭＳ 明朝" w:hAnsi="ＭＳ 明朝"/>
          <w:color w:val="1D1B11"/>
          <w:sz w:val="24"/>
          <w:szCs w:val="24"/>
        </w:rPr>
      </w:pPr>
    </w:p>
    <w:p w:rsidR="007F465E" w:rsidRPr="007F465E" w:rsidRDefault="007F465E" w:rsidP="007F465E">
      <w:pPr>
        <w:rPr>
          <w:rFonts w:ascii="ＭＳ 明朝" w:hAnsi="ＭＳ 明朝"/>
          <w:color w:val="1D1B11"/>
          <w:sz w:val="24"/>
          <w:szCs w:val="24"/>
        </w:rPr>
      </w:pPr>
      <w:r w:rsidRPr="007F465E">
        <w:rPr>
          <w:rFonts w:ascii="ＭＳ 明朝" w:hAnsi="ＭＳ 明朝" w:hint="eastAsia"/>
          <w:color w:val="1D1B11"/>
          <w:sz w:val="24"/>
          <w:szCs w:val="24"/>
        </w:rPr>
        <w:t xml:space="preserve">連 絡 先   ： </w:t>
      </w:r>
      <w:hyperlink r:id="rId17" w:history="1">
        <w:r w:rsidRPr="00826D95">
          <w:rPr>
            <w:rStyle w:val="a7"/>
            <w:rFonts w:ascii="ＭＳ 明朝" w:hAnsi="ＭＳ 明朝"/>
            <w:sz w:val="24"/>
            <w:szCs w:val="24"/>
          </w:rPr>
          <w:t>info@50fukugyou.biz</w:t>
        </w:r>
      </w:hyperlink>
    </w:p>
    <w:p w:rsidR="00A115C2" w:rsidRPr="00A115C2" w:rsidRDefault="007F465E" w:rsidP="007F465E">
      <w:pPr>
        <w:rPr>
          <w:rFonts w:ascii="ＭＳ 明朝" w:hAnsi="ＭＳ 明朝"/>
          <w:color w:val="0000FF"/>
          <w:sz w:val="24"/>
          <w:szCs w:val="24"/>
          <w:u w:val="single"/>
        </w:rPr>
      </w:pPr>
      <w:r w:rsidRPr="007F465E">
        <w:rPr>
          <w:rFonts w:ascii="ＭＳ 明朝" w:hAnsi="ＭＳ 明朝" w:hint="eastAsia"/>
          <w:color w:val="1D1B11"/>
          <w:sz w:val="24"/>
          <w:szCs w:val="24"/>
        </w:rPr>
        <w:t>作成者ブログ ：</w:t>
      </w:r>
      <w:hyperlink r:id="rId18" w:history="1">
        <w:r w:rsidR="00174226" w:rsidRPr="00826D95">
          <w:rPr>
            <w:rStyle w:val="a7"/>
            <w:rFonts w:ascii="ＭＳ 明朝" w:hAnsi="ＭＳ 明朝"/>
            <w:sz w:val="24"/>
            <w:szCs w:val="24"/>
          </w:rPr>
          <w:t>http://50fukugyou.biz</w:t>
        </w:r>
      </w:hyperlink>
    </w:p>
    <w:p w:rsidR="007F465E" w:rsidRPr="007F465E" w:rsidRDefault="007F465E" w:rsidP="007F465E">
      <w:pPr>
        <w:rPr>
          <w:rFonts w:ascii="ＭＳ 明朝" w:hAnsi="ＭＳ 明朝"/>
          <w:color w:val="1D1B11"/>
          <w:sz w:val="24"/>
          <w:szCs w:val="24"/>
        </w:rPr>
      </w:pPr>
      <w:r w:rsidRPr="007F465E">
        <w:rPr>
          <w:rFonts w:ascii="ＭＳ 明朝" w:hAnsi="ＭＳ 明朝" w:hint="eastAsia"/>
          <w:color w:val="1D1B11"/>
          <w:sz w:val="24"/>
          <w:szCs w:val="24"/>
        </w:rPr>
        <w:t>メルマガ題名 ：1,200万円で自由に生きる！50代アラフィフでも</w:t>
      </w:r>
    </w:p>
    <w:p w:rsidR="007F465E" w:rsidRDefault="007F465E" w:rsidP="007F465E">
      <w:pPr>
        <w:ind w:firstLineChars="800" w:firstLine="1920"/>
        <w:rPr>
          <w:rFonts w:ascii="ＭＳ 明朝" w:hAnsi="ＭＳ 明朝" w:hint="eastAsia"/>
          <w:color w:val="1D1B11"/>
          <w:sz w:val="24"/>
          <w:szCs w:val="24"/>
        </w:rPr>
      </w:pPr>
      <w:r w:rsidRPr="007F465E">
        <w:rPr>
          <w:rFonts w:ascii="ＭＳ 明朝" w:hAnsi="ＭＳ 明朝" w:hint="eastAsia"/>
          <w:color w:val="1D1B11"/>
          <w:sz w:val="24"/>
          <w:szCs w:val="24"/>
        </w:rPr>
        <w:t>ネットビジネスで自分で大企業部長の年収を超えて稼ぐ</w:t>
      </w:r>
    </w:p>
    <w:p w:rsidR="00D5116B" w:rsidRPr="00D5116B" w:rsidRDefault="00D5116B" w:rsidP="00D5116B">
      <w:pPr>
        <w:rPr>
          <w:rFonts w:ascii="ＭＳ 明朝" w:hAnsi="ＭＳ 明朝"/>
          <w:color w:val="1D1B11"/>
          <w:sz w:val="24"/>
          <w:szCs w:val="24"/>
        </w:rPr>
      </w:pPr>
      <w:r>
        <w:rPr>
          <w:rFonts w:ascii="ＭＳ 明朝" w:hAnsi="ＭＳ 明朝" w:hint="eastAsia"/>
          <w:color w:val="1D1B11"/>
          <w:sz w:val="24"/>
          <w:szCs w:val="24"/>
        </w:rPr>
        <w:t>メルマガ発行者名：自由に生きる！50代アラフィフおやじ ノブ</w:t>
      </w:r>
    </w:p>
    <w:p w:rsidR="00D67361" w:rsidRDefault="007F465E" w:rsidP="007F465E"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KozMinPr6N-Bold-Ruby"/>
          <w:bCs/>
          <w:color w:val="000000"/>
          <w:kern w:val="0"/>
          <w:sz w:val="24"/>
          <w:szCs w:val="24"/>
        </w:rPr>
      </w:pPr>
      <w:r w:rsidRPr="007F465E">
        <w:rPr>
          <w:rFonts w:ascii="ＭＳ 明朝" w:hAnsi="ＭＳ 明朝" w:hint="eastAsia"/>
          <w:color w:val="1D1B11"/>
          <w:sz w:val="24"/>
          <w:szCs w:val="24"/>
        </w:rPr>
        <w:t>メルマガ</w:t>
      </w:r>
      <w:r w:rsidR="00174226">
        <w:rPr>
          <w:rFonts w:ascii="ＭＳ 明朝" w:hAnsi="ＭＳ 明朝" w:hint="eastAsia"/>
          <w:color w:val="1D1B11"/>
          <w:sz w:val="24"/>
          <w:szCs w:val="24"/>
        </w:rPr>
        <w:t>(解除)</w:t>
      </w:r>
      <w:r w:rsidRPr="007F465E">
        <w:rPr>
          <w:rFonts w:ascii="ＭＳ 明朝" w:hAnsi="ＭＳ 明朝" w:hint="eastAsia"/>
          <w:color w:val="1D1B11"/>
          <w:sz w:val="24"/>
          <w:szCs w:val="24"/>
        </w:rPr>
        <w:t xml:space="preserve"> ： </w:t>
      </w:r>
      <w:hyperlink r:id="rId19" w:history="1">
        <w:r w:rsidRPr="007F465E">
          <w:rPr>
            <w:rFonts w:ascii="ＭＳ 明朝" w:hAnsi="ＭＳ 明朝" w:hint="eastAsia"/>
            <w:color w:val="0000FF" w:themeColor="hyperlink"/>
            <w:sz w:val="24"/>
            <w:szCs w:val="24"/>
            <w:u w:val="single"/>
          </w:rPr>
          <w:t>https://1lejend.com/stepmail/delf.php?no=ylTUyqqIRnM</w:t>
        </w:r>
      </w:hyperlink>
      <w:r w:rsidRPr="007F465E">
        <w:rPr>
          <w:rFonts w:ascii="ＭＳ 明朝" w:hAnsi="ＭＳ 明朝" w:hint="eastAsia"/>
          <w:color w:val="1D1B11"/>
          <w:sz w:val="24"/>
          <w:szCs w:val="24"/>
        </w:rPr>
        <w:t xml:space="preserve"> </w:t>
      </w:r>
    </w:p>
    <w:sectPr w:rsidR="00D67361" w:rsidSect="00A3125D">
      <w:footerReference w:type="default" r:id="rId20"/>
      <w:pgSz w:w="11906" w:h="16838"/>
      <w:pgMar w:top="1984" w:right="1701" w:bottom="1701" w:left="1701" w:header="851" w:footer="992" w:gutter="0"/>
      <w:cols w:space="720"/>
      <w:docGrid w:type="lines" w:linePitch="4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B17" w:rsidRDefault="004E4B17">
      <w:r>
        <w:separator/>
      </w:r>
    </w:p>
  </w:endnote>
  <w:endnote w:type="continuationSeparator" w:id="0">
    <w:p w:rsidR="004E4B17" w:rsidRDefault="004E4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KozMinPr6N-Bold-Ruby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コーポレート・ロゴＢ">
    <w:charset w:val="80"/>
    <w:family w:val="auto"/>
    <w:pitch w:val="variable"/>
    <w:sig w:usb0="A00002BF" w:usb1="68C7FCFB" w:usb2="00000010" w:usb3="00000000" w:csb0="0002009F" w:csb1="00000000"/>
  </w:font>
  <w:font w:name="TimesNewRomanPSMT">
    <w:altName w:val="コーポレート・ロゴＢ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C2" w:rsidRDefault="00A115C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D1" w:rsidRDefault="00D67361">
    <w:pPr>
      <w:pStyle w:val="a6"/>
      <w:jc w:val="center"/>
      <w:rPr>
        <w:color w:val="80808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37490" cy="160020"/>
              <wp:effectExtent l="0" t="0" r="10160" b="11430"/>
              <wp:wrapNone/>
              <wp:docPr id="3" name="テキストボックス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04D1" w:rsidRDefault="00A854D7">
                          <w:pPr>
                            <w:pStyle w:val="a6"/>
                            <w:jc w:val="center"/>
                          </w:pPr>
                          <w:r>
                            <w:rPr>
                              <w:rFonts w:hint="eastAsia"/>
                              <w:color w:val="808080"/>
                            </w:rPr>
                            <w:t xml:space="preserve">- </w:t>
                          </w:r>
                          <w:r w:rsidR="00847297">
                            <w:rPr>
                              <w:rFonts w:hint="eastAsia"/>
                              <w:color w:val="808080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808080"/>
                            </w:rPr>
                            <w:instrText xml:space="preserve"> PAGE  \* MERGEFORMAT </w:instrText>
                          </w:r>
                          <w:r w:rsidR="00847297">
                            <w:rPr>
                              <w:rFonts w:hint="eastAsia"/>
                              <w:color w:val="808080"/>
                            </w:rPr>
                            <w:fldChar w:fldCharType="separate"/>
                          </w:r>
                          <w:r w:rsidR="00D5116B" w:rsidRPr="00D5116B">
                            <w:rPr>
                              <w:noProof/>
                            </w:rPr>
                            <w:t>1</w:t>
                          </w:r>
                          <w:r w:rsidR="00847297">
                            <w:rPr>
                              <w:rFonts w:hint="eastAsia"/>
                              <w:color w:val="808080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color w:val="80808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ボックス18" o:spid="_x0000_s1028" type="#_x0000_t202" style="position:absolute;left:0;text-align:left;margin-left:0;margin-top:0;width:18.7pt;height:12.6pt;z-index: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" filled="f" stroked="f">
              <v:textbox style="mso-fit-shape-to-text:t" inset="0,0,0,0">
                <w:txbxContent>
                  <w:p w:rsidR="00B704D1" w:rsidRDefault="00A854D7">
                    <w:pPr>
                      <w:pStyle w:val="a6"/>
                      <w:jc w:val="center"/>
                    </w:pPr>
                    <w:r>
                      <w:rPr>
                        <w:rFonts w:hint="eastAsia"/>
                        <w:color w:val="808080"/>
                      </w:rPr>
                      <w:t xml:space="preserve">- </w:t>
                    </w:r>
                    <w:r w:rsidR="00847297">
                      <w:rPr>
                        <w:rFonts w:hint="eastAsia"/>
                        <w:color w:val="808080"/>
                      </w:rPr>
                      <w:fldChar w:fldCharType="begin"/>
                    </w:r>
                    <w:r>
                      <w:rPr>
                        <w:rFonts w:hint="eastAsia"/>
                        <w:color w:val="808080"/>
                      </w:rPr>
                      <w:instrText xml:space="preserve"> PAGE  \* MERGEFORMAT </w:instrText>
                    </w:r>
                    <w:r w:rsidR="00847297">
                      <w:rPr>
                        <w:rFonts w:hint="eastAsia"/>
                        <w:color w:val="808080"/>
                      </w:rPr>
                      <w:fldChar w:fldCharType="separate"/>
                    </w:r>
                    <w:r w:rsidR="00D5116B" w:rsidRPr="00D5116B">
                      <w:rPr>
                        <w:noProof/>
                      </w:rPr>
                      <w:t>1</w:t>
                    </w:r>
                    <w:r w:rsidR="00847297">
                      <w:rPr>
                        <w:rFonts w:hint="eastAsia"/>
                        <w:color w:val="808080"/>
                      </w:rPr>
                      <w:fldChar w:fldCharType="end"/>
                    </w:r>
                    <w:r>
                      <w:rPr>
                        <w:rFonts w:hint="eastAsia"/>
                        <w:color w:val="808080"/>
                      </w:rPr>
                      <w:t xml:space="preserve"> -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B704D1" w:rsidRDefault="00A854D7">
    <w:pPr>
      <w:pStyle w:val="a6"/>
      <w:jc w:val="center"/>
      <w:rPr>
        <w:color w:val="808080"/>
      </w:rPr>
    </w:pPr>
    <w:r>
      <w:rPr>
        <w:rFonts w:hint="eastAsia"/>
        <w:color w:val="808080"/>
      </w:rPr>
      <w:t xml:space="preserve">Copyright (C) </w:t>
    </w:r>
    <w:r w:rsidR="00847297">
      <w:rPr>
        <w:rFonts w:hint="eastAsia"/>
        <w:color w:val="808080"/>
      </w:rPr>
      <w:fldChar w:fldCharType="begin"/>
    </w:r>
    <w:r>
      <w:rPr>
        <w:rFonts w:hint="eastAsia"/>
        <w:color w:val="808080"/>
      </w:rPr>
      <w:instrText xml:space="preserve"> TIME \@ "yyyy" </w:instrText>
    </w:r>
    <w:r w:rsidR="00847297">
      <w:rPr>
        <w:rFonts w:hint="eastAsia"/>
        <w:color w:val="808080"/>
      </w:rPr>
      <w:fldChar w:fldCharType="separate"/>
    </w:r>
    <w:r w:rsidR="00D5116B">
      <w:rPr>
        <w:noProof/>
        <w:color w:val="808080"/>
      </w:rPr>
      <w:t>2016</w:t>
    </w:r>
    <w:r w:rsidR="00847297">
      <w:rPr>
        <w:rFonts w:hint="eastAsia"/>
        <w:color w:val="808080"/>
      </w:rPr>
      <w:fldChar w:fldCharType="end"/>
    </w:r>
    <w:r>
      <w:rPr>
        <w:rFonts w:hint="eastAsia"/>
        <w:color w:val="808080"/>
      </w:rPr>
      <w:t xml:space="preserve"> </w:t>
    </w:r>
    <w:r w:rsidR="000B03F0">
      <w:rPr>
        <w:rFonts w:hint="eastAsia"/>
        <w:color w:val="808080"/>
      </w:rPr>
      <w:t>Endo</w:t>
    </w:r>
    <w:r>
      <w:rPr>
        <w:rFonts w:hint="eastAsia"/>
        <w:color w:val="808080"/>
      </w:rPr>
      <w:t xml:space="preserve"> All Rights Reserved.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C2" w:rsidRDefault="00A115C2">
    <w:pPr>
      <w:pStyle w:val="a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D1" w:rsidRDefault="006F50BD">
    <w:pPr>
      <w:pStyle w:val="a6"/>
      <w:jc w:val="center"/>
      <w:rPr>
        <w:color w:val="80808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7D661BB" wp14:editId="166FF60A">
          <wp:simplePos x="0" y="0"/>
          <wp:positionH relativeFrom="column">
            <wp:posOffset>-1080135</wp:posOffset>
          </wp:positionH>
          <wp:positionV relativeFrom="paragraph">
            <wp:posOffset>-1569720</wp:posOffset>
          </wp:positionV>
          <wp:extent cx="7663180" cy="2534285"/>
          <wp:effectExtent l="0" t="0" r="0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180" cy="2534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67361"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03E8C76" wp14:editId="5A9F78D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37490" cy="160020"/>
              <wp:effectExtent l="0" t="0" r="10160" b="11430"/>
              <wp:wrapNone/>
              <wp:docPr id="1" name="テキストボックス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90" cy="1600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04D1" w:rsidRDefault="00A854D7">
                          <w:pPr>
                            <w:pStyle w:val="a6"/>
                            <w:jc w:val="center"/>
                          </w:pPr>
                          <w:r>
                            <w:rPr>
                              <w:rFonts w:hint="eastAsia"/>
                              <w:color w:val="808080"/>
                            </w:rPr>
                            <w:t xml:space="preserve">- </w:t>
                          </w:r>
                          <w:r w:rsidR="00847297">
                            <w:rPr>
                              <w:rFonts w:hint="eastAsia"/>
                              <w:color w:val="808080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color w:val="808080"/>
                            </w:rPr>
                            <w:instrText xml:space="preserve"> PAGE  \* MERGEFORMAT </w:instrText>
                          </w:r>
                          <w:r w:rsidR="00847297">
                            <w:rPr>
                              <w:rFonts w:hint="eastAsia"/>
                              <w:color w:val="808080"/>
                            </w:rPr>
                            <w:fldChar w:fldCharType="separate"/>
                          </w:r>
                          <w:r w:rsidR="00D5116B" w:rsidRPr="00D5116B">
                            <w:rPr>
                              <w:noProof/>
                            </w:rPr>
                            <w:t>2</w:t>
                          </w:r>
                          <w:r w:rsidR="00847297">
                            <w:rPr>
                              <w:rFonts w:hint="eastAsia"/>
                              <w:color w:val="808080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color w:val="808080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ボックス19" o:spid="_x0000_s1029" type="#_x0000_t202" style="position:absolute;left:0;text-align:left;margin-left:0;margin-top:0;width:18.7pt;height:12.6pt;z-index:251656192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" filled="f" stroked="f">
              <v:textbox style="mso-fit-shape-to-text:t" inset="0,0,0,0">
                <w:txbxContent>
                  <w:p w:rsidR="00B704D1" w:rsidRDefault="00A854D7">
                    <w:pPr>
                      <w:pStyle w:val="a6"/>
                      <w:jc w:val="center"/>
                    </w:pPr>
                    <w:r>
                      <w:rPr>
                        <w:rFonts w:hint="eastAsia"/>
                        <w:color w:val="808080"/>
                      </w:rPr>
                      <w:t xml:space="preserve">- </w:t>
                    </w:r>
                    <w:r w:rsidR="00847297">
                      <w:rPr>
                        <w:rFonts w:hint="eastAsia"/>
                        <w:color w:val="808080"/>
                      </w:rPr>
                      <w:fldChar w:fldCharType="begin"/>
                    </w:r>
                    <w:r>
                      <w:rPr>
                        <w:rFonts w:hint="eastAsia"/>
                        <w:color w:val="808080"/>
                      </w:rPr>
                      <w:instrText xml:space="preserve"> PAGE  \* MERGEFORMAT </w:instrText>
                    </w:r>
                    <w:r w:rsidR="00847297">
                      <w:rPr>
                        <w:rFonts w:hint="eastAsia"/>
                        <w:color w:val="808080"/>
                      </w:rPr>
                      <w:fldChar w:fldCharType="separate"/>
                    </w:r>
                    <w:r w:rsidR="00D5116B" w:rsidRPr="00D5116B">
                      <w:rPr>
                        <w:noProof/>
                      </w:rPr>
                      <w:t>2</w:t>
                    </w:r>
                    <w:r w:rsidR="00847297">
                      <w:rPr>
                        <w:rFonts w:hint="eastAsia"/>
                        <w:color w:val="808080"/>
                      </w:rPr>
                      <w:fldChar w:fldCharType="end"/>
                    </w:r>
                    <w:r>
                      <w:rPr>
                        <w:rFonts w:hint="eastAsia"/>
                        <w:color w:val="808080"/>
                      </w:rPr>
                      <w:t xml:space="preserve"> -</w:t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B704D1" w:rsidRDefault="00A854D7">
    <w:pPr>
      <w:pStyle w:val="a6"/>
      <w:jc w:val="center"/>
      <w:rPr>
        <w:color w:val="808080"/>
      </w:rPr>
    </w:pPr>
    <w:r>
      <w:rPr>
        <w:rFonts w:hint="eastAsia"/>
        <w:color w:val="808080"/>
      </w:rPr>
      <w:t xml:space="preserve">Copyright (C) </w:t>
    </w:r>
    <w:r w:rsidR="00847297">
      <w:rPr>
        <w:rFonts w:hint="eastAsia"/>
        <w:color w:val="808080"/>
      </w:rPr>
      <w:fldChar w:fldCharType="begin"/>
    </w:r>
    <w:r>
      <w:rPr>
        <w:rFonts w:hint="eastAsia"/>
        <w:color w:val="808080"/>
      </w:rPr>
      <w:instrText xml:space="preserve"> TIME \@ "yyyy" </w:instrText>
    </w:r>
    <w:r w:rsidR="00847297">
      <w:rPr>
        <w:rFonts w:hint="eastAsia"/>
        <w:color w:val="808080"/>
      </w:rPr>
      <w:fldChar w:fldCharType="separate"/>
    </w:r>
    <w:r w:rsidR="00D5116B">
      <w:rPr>
        <w:noProof/>
        <w:color w:val="808080"/>
      </w:rPr>
      <w:t>2016</w:t>
    </w:r>
    <w:r w:rsidR="00847297">
      <w:rPr>
        <w:rFonts w:hint="eastAsia"/>
        <w:color w:val="808080"/>
      </w:rPr>
      <w:fldChar w:fldCharType="end"/>
    </w:r>
    <w:r>
      <w:rPr>
        <w:rFonts w:hint="eastAsia"/>
        <w:color w:val="808080"/>
      </w:rPr>
      <w:t xml:space="preserve"> </w:t>
    </w:r>
    <w:r w:rsidR="00F53A88">
      <w:rPr>
        <w:rFonts w:hint="eastAsia"/>
        <w:color w:val="808080"/>
      </w:rPr>
      <w:t>Endo</w:t>
    </w:r>
    <w:r>
      <w:rPr>
        <w:rFonts w:hint="eastAsia"/>
        <w:color w:val="808080"/>
      </w:rPr>
      <w:t xml:space="preserve">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B17" w:rsidRDefault="004E4B17">
      <w:r>
        <w:separator/>
      </w:r>
    </w:p>
  </w:footnote>
  <w:footnote w:type="continuationSeparator" w:id="0">
    <w:p w:rsidR="004E4B17" w:rsidRDefault="004E4B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C2" w:rsidRDefault="00A115C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4D1" w:rsidRPr="000B03F0" w:rsidRDefault="000B03F0" w:rsidP="000B03F0">
    <w:pPr>
      <w:pStyle w:val="a5"/>
      <w:ind w:firstLineChars="50" w:firstLine="105"/>
      <w:jc w:val="center"/>
      <w:rPr>
        <w:color w:val="808080"/>
      </w:rPr>
    </w:pPr>
    <w:r>
      <w:rPr>
        <w:rFonts w:hint="eastAsia"/>
        <w:color w:val="808080"/>
      </w:rPr>
      <w:t xml:space="preserve">Joy~ Jump On </w:t>
    </w:r>
    <w:r w:rsidR="00F53A88">
      <w:rPr>
        <w:rFonts w:hint="eastAsia"/>
        <w:color w:val="808080"/>
      </w:rPr>
      <w:t>YouTube</w:t>
    </w:r>
    <w:r>
      <w:rPr>
        <w:rFonts w:hint="eastAsia"/>
        <w:color w:val="808080"/>
      </w:rPr>
      <w:t>~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5C2" w:rsidRDefault="00A115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4.95pt;height:14.95pt;visibility:visible" o:bullet="t">
        <v:imagedata r:id="rId1" o:title=""/>
      </v:shape>
    </w:pict>
  </w:numPicBullet>
  <w:abstractNum w:abstractNumId="0">
    <w:nsid w:val="50D53D27"/>
    <w:multiLevelType w:val="hybridMultilevel"/>
    <w:tmpl w:val="F8BE232E"/>
    <w:lvl w:ilvl="0" w:tplc="03A4FFB2">
      <w:start w:val="1"/>
      <w:numFmt w:val="decimalEnclosedCircle"/>
      <w:lvlText w:val="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displayBackgroundShape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19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A4C"/>
    <w:rsid w:val="000307C9"/>
    <w:rsid w:val="00042B1E"/>
    <w:rsid w:val="0005629F"/>
    <w:rsid w:val="000B03F0"/>
    <w:rsid w:val="000B3A0B"/>
    <w:rsid w:val="000D6348"/>
    <w:rsid w:val="000E3AD0"/>
    <w:rsid w:val="000F0A5C"/>
    <w:rsid w:val="001136EA"/>
    <w:rsid w:val="001305DB"/>
    <w:rsid w:val="001676FA"/>
    <w:rsid w:val="00174226"/>
    <w:rsid w:val="00175A15"/>
    <w:rsid w:val="00184D34"/>
    <w:rsid w:val="001904D1"/>
    <w:rsid w:val="00194467"/>
    <w:rsid w:val="001A52D4"/>
    <w:rsid w:val="001B0F6D"/>
    <w:rsid w:val="001E52BF"/>
    <w:rsid w:val="001F0A70"/>
    <w:rsid w:val="00205D0A"/>
    <w:rsid w:val="00217FD7"/>
    <w:rsid w:val="002474F4"/>
    <w:rsid w:val="002500DA"/>
    <w:rsid w:val="00251928"/>
    <w:rsid w:val="002520D4"/>
    <w:rsid w:val="00282740"/>
    <w:rsid w:val="002919AE"/>
    <w:rsid w:val="002B32DC"/>
    <w:rsid w:val="002E5FCE"/>
    <w:rsid w:val="00327E5E"/>
    <w:rsid w:val="00343F64"/>
    <w:rsid w:val="00357397"/>
    <w:rsid w:val="003613BE"/>
    <w:rsid w:val="003A04A3"/>
    <w:rsid w:val="003B2A57"/>
    <w:rsid w:val="003C1B60"/>
    <w:rsid w:val="00412A6B"/>
    <w:rsid w:val="00441794"/>
    <w:rsid w:val="004479B5"/>
    <w:rsid w:val="0045283E"/>
    <w:rsid w:val="004626E9"/>
    <w:rsid w:val="0047463C"/>
    <w:rsid w:val="00476151"/>
    <w:rsid w:val="0049016F"/>
    <w:rsid w:val="004A2728"/>
    <w:rsid w:val="004B521B"/>
    <w:rsid w:val="004E4B17"/>
    <w:rsid w:val="00505ED5"/>
    <w:rsid w:val="005315B3"/>
    <w:rsid w:val="00542853"/>
    <w:rsid w:val="00547F4D"/>
    <w:rsid w:val="00560CFC"/>
    <w:rsid w:val="005645A5"/>
    <w:rsid w:val="005A56C2"/>
    <w:rsid w:val="00625AE9"/>
    <w:rsid w:val="00653BE8"/>
    <w:rsid w:val="00661EE9"/>
    <w:rsid w:val="00674D9F"/>
    <w:rsid w:val="006A2878"/>
    <w:rsid w:val="006A4AB1"/>
    <w:rsid w:val="006A4AD5"/>
    <w:rsid w:val="006B5523"/>
    <w:rsid w:val="006B61F0"/>
    <w:rsid w:val="006F50BD"/>
    <w:rsid w:val="007122CE"/>
    <w:rsid w:val="007706D3"/>
    <w:rsid w:val="007737DB"/>
    <w:rsid w:val="00795589"/>
    <w:rsid w:val="007D458E"/>
    <w:rsid w:val="007F060F"/>
    <w:rsid w:val="007F465E"/>
    <w:rsid w:val="00811EA9"/>
    <w:rsid w:val="00814B86"/>
    <w:rsid w:val="00847297"/>
    <w:rsid w:val="008831A2"/>
    <w:rsid w:val="008D0612"/>
    <w:rsid w:val="008E237D"/>
    <w:rsid w:val="00914710"/>
    <w:rsid w:val="00935E60"/>
    <w:rsid w:val="00943BE9"/>
    <w:rsid w:val="009A2FCC"/>
    <w:rsid w:val="009C2536"/>
    <w:rsid w:val="009D0B36"/>
    <w:rsid w:val="009E62DC"/>
    <w:rsid w:val="009F0389"/>
    <w:rsid w:val="00A049D1"/>
    <w:rsid w:val="00A106F9"/>
    <w:rsid w:val="00A115C2"/>
    <w:rsid w:val="00A26F95"/>
    <w:rsid w:val="00A3125D"/>
    <w:rsid w:val="00A42FAA"/>
    <w:rsid w:val="00A51B15"/>
    <w:rsid w:val="00A70412"/>
    <w:rsid w:val="00A854D7"/>
    <w:rsid w:val="00A871BE"/>
    <w:rsid w:val="00B11C18"/>
    <w:rsid w:val="00B27C4E"/>
    <w:rsid w:val="00B27EE6"/>
    <w:rsid w:val="00B50579"/>
    <w:rsid w:val="00B704D1"/>
    <w:rsid w:val="00BA0317"/>
    <w:rsid w:val="00BC78A9"/>
    <w:rsid w:val="00BD0127"/>
    <w:rsid w:val="00C16B62"/>
    <w:rsid w:val="00C33AD3"/>
    <w:rsid w:val="00C81606"/>
    <w:rsid w:val="00C96CB1"/>
    <w:rsid w:val="00CC095F"/>
    <w:rsid w:val="00CC6AFC"/>
    <w:rsid w:val="00CD395F"/>
    <w:rsid w:val="00D03869"/>
    <w:rsid w:val="00D26FA8"/>
    <w:rsid w:val="00D31EBA"/>
    <w:rsid w:val="00D4274F"/>
    <w:rsid w:val="00D5116B"/>
    <w:rsid w:val="00D67361"/>
    <w:rsid w:val="00D92E94"/>
    <w:rsid w:val="00DB12A1"/>
    <w:rsid w:val="00DB5954"/>
    <w:rsid w:val="00DD7426"/>
    <w:rsid w:val="00DD770D"/>
    <w:rsid w:val="00E32A10"/>
    <w:rsid w:val="00E57E3F"/>
    <w:rsid w:val="00E722C4"/>
    <w:rsid w:val="00E92A4C"/>
    <w:rsid w:val="00E97820"/>
    <w:rsid w:val="00E97E6E"/>
    <w:rsid w:val="00EA6BB4"/>
    <w:rsid w:val="00EB2D8B"/>
    <w:rsid w:val="00ED2EDB"/>
    <w:rsid w:val="00ED7810"/>
    <w:rsid w:val="00F0662F"/>
    <w:rsid w:val="00F152A0"/>
    <w:rsid w:val="00F27AAD"/>
    <w:rsid w:val="00F53A88"/>
    <w:rsid w:val="00F77DFC"/>
    <w:rsid w:val="00F81B69"/>
    <w:rsid w:val="00FB1D7D"/>
    <w:rsid w:val="00FC1AA9"/>
    <w:rsid w:val="00FC4D0B"/>
    <w:rsid w:val="00FC6DAC"/>
    <w:rsid w:val="00FF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25D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A3125D"/>
    <w:pPr>
      <w:keepNext/>
      <w:spacing w:before="240" w:after="240"/>
      <w:outlineLvl w:val="0"/>
    </w:pPr>
    <w:rPr>
      <w:rFonts w:ascii="Arial" w:eastAsia="ＭＳ ゴシック" w:hAnsi="Arial"/>
      <w:b/>
      <w:kern w:val="0"/>
      <w:sz w:val="40"/>
    </w:rPr>
  </w:style>
  <w:style w:type="paragraph" w:styleId="2">
    <w:name w:val="heading 2"/>
    <w:basedOn w:val="a"/>
    <w:next w:val="a"/>
    <w:qFormat/>
    <w:rsid w:val="00C16B62"/>
    <w:pPr>
      <w:keepNext/>
      <w:pBdr>
        <w:left w:val="single" w:sz="24" w:space="4" w:color="31849B"/>
        <w:bottom w:val="single" w:sz="8" w:space="1" w:color="92CDDC"/>
      </w:pBdr>
      <w:spacing w:before="120" w:after="120"/>
      <w:outlineLvl w:val="1"/>
    </w:pPr>
    <w:rPr>
      <w:rFonts w:ascii="Arial" w:eastAsia="ＭＳ ゴシック" w:hAnsi="Arial"/>
      <w:b/>
      <w:color w:val="548DD4"/>
      <w:sz w:val="28"/>
    </w:rPr>
  </w:style>
  <w:style w:type="paragraph" w:styleId="3">
    <w:name w:val="heading 3"/>
    <w:basedOn w:val="a"/>
    <w:next w:val="a"/>
    <w:qFormat/>
    <w:rsid w:val="00C16B62"/>
    <w:pPr>
      <w:keepNext/>
      <w:spacing w:before="120" w:after="120"/>
      <w:outlineLvl w:val="2"/>
    </w:pPr>
    <w:rPr>
      <w:rFonts w:ascii="Arial" w:eastAsia="ＭＳ ゴシック" w:hAnsi="Arial"/>
      <w:b/>
      <w:color w:val="76923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3125D"/>
    <w:rPr>
      <w:rFonts w:ascii="Arial" w:eastAsia="ＭＳ ゴシック" w:hAnsi="Arial"/>
      <w:b/>
      <w:sz w:val="40"/>
    </w:rPr>
  </w:style>
  <w:style w:type="character" w:customStyle="1" w:styleId="a3">
    <w:name w:val="吹き出し (文字)"/>
    <w:link w:val="a4"/>
    <w:rsid w:val="00A3125D"/>
    <w:rPr>
      <w:rFonts w:ascii="Arial" w:eastAsia="ＭＳ ゴシック" w:hAnsi="Arial" w:cs="Times New Roman"/>
      <w:kern w:val="2"/>
      <w:sz w:val="18"/>
      <w:szCs w:val="18"/>
    </w:rPr>
  </w:style>
  <w:style w:type="paragraph" w:styleId="20">
    <w:name w:val="toc 2"/>
    <w:basedOn w:val="a"/>
    <w:next w:val="a"/>
    <w:rsid w:val="00A3125D"/>
    <w:pPr>
      <w:ind w:leftChars="300" w:left="630"/>
    </w:pPr>
  </w:style>
  <w:style w:type="paragraph" w:styleId="7">
    <w:name w:val="toc 7"/>
    <w:basedOn w:val="a"/>
    <w:next w:val="a"/>
    <w:rsid w:val="00A3125D"/>
    <w:pPr>
      <w:ind w:leftChars="600" w:left="1260"/>
    </w:pPr>
  </w:style>
  <w:style w:type="paragraph" w:styleId="8">
    <w:name w:val="toc 8"/>
    <w:basedOn w:val="a"/>
    <w:next w:val="a"/>
    <w:rsid w:val="00A3125D"/>
    <w:pPr>
      <w:ind w:leftChars="700" w:left="1470"/>
    </w:pPr>
  </w:style>
  <w:style w:type="paragraph" w:styleId="a5">
    <w:name w:val="header"/>
    <w:basedOn w:val="a"/>
    <w:rsid w:val="00A3125D"/>
    <w:pPr>
      <w:tabs>
        <w:tab w:val="center" w:pos="4153"/>
        <w:tab w:val="right" w:pos="8306"/>
      </w:tabs>
      <w:snapToGrid w:val="0"/>
    </w:pPr>
  </w:style>
  <w:style w:type="paragraph" w:styleId="a4">
    <w:name w:val="Balloon Text"/>
    <w:basedOn w:val="a"/>
    <w:link w:val="a3"/>
    <w:rsid w:val="00A3125D"/>
    <w:rPr>
      <w:rFonts w:ascii="Arial" w:eastAsia="ＭＳ ゴシック" w:hAnsi="Arial"/>
      <w:sz w:val="18"/>
      <w:szCs w:val="18"/>
    </w:rPr>
  </w:style>
  <w:style w:type="paragraph" w:styleId="30">
    <w:name w:val="toc 3"/>
    <w:basedOn w:val="a"/>
    <w:next w:val="a"/>
    <w:rsid w:val="00A3125D"/>
    <w:pPr>
      <w:ind w:leftChars="400" w:left="420"/>
    </w:pPr>
  </w:style>
  <w:style w:type="paragraph" w:styleId="9">
    <w:name w:val="toc 9"/>
    <w:basedOn w:val="a"/>
    <w:next w:val="a"/>
    <w:rsid w:val="00A3125D"/>
    <w:pPr>
      <w:ind w:leftChars="800" w:left="1680"/>
    </w:pPr>
  </w:style>
  <w:style w:type="paragraph" w:styleId="6">
    <w:name w:val="toc 6"/>
    <w:basedOn w:val="a"/>
    <w:next w:val="a"/>
    <w:rsid w:val="00A3125D"/>
    <w:pPr>
      <w:ind w:leftChars="500" w:left="1050"/>
    </w:pPr>
  </w:style>
  <w:style w:type="paragraph" w:styleId="11">
    <w:name w:val="toc 1"/>
    <w:basedOn w:val="a"/>
    <w:next w:val="a"/>
    <w:rsid w:val="00A3125D"/>
    <w:pPr>
      <w:spacing w:beforeLines="50"/>
    </w:pPr>
    <w:rPr>
      <w:b/>
      <w:sz w:val="24"/>
    </w:rPr>
  </w:style>
  <w:style w:type="paragraph" w:styleId="a6">
    <w:name w:val="footer"/>
    <w:basedOn w:val="a"/>
    <w:rsid w:val="00A3125D"/>
    <w:pPr>
      <w:tabs>
        <w:tab w:val="center" w:pos="4153"/>
        <w:tab w:val="right" w:pos="8306"/>
      </w:tabs>
      <w:snapToGrid w:val="0"/>
    </w:pPr>
  </w:style>
  <w:style w:type="paragraph" w:styleId="5">
    <w:name w:val="toc 5"/>
    <w:basedOn w:val="a"/>
    <w:next w:val="a"/>
    <w:rsid w:val="00A3125D"/>
    <w:pPr>
      <w:ind w:leftChars="400" w:left="840"/>
    </w:pPr>
  </w:style>
  <w:style w:type="paragraph" w:styleId="4">
    <w:name w:val="toc 4"/>
    <w:basedOn w:val="a"/>
    <w:next w:val="a"/>
    <w:rsid w:val="00A3125D"/>
    <w:pPr>
      <w:ind w:leftChars="300" w:left="630"/>
    </w:pPr>
  </w:style>
  <w:style w:type="character" w:styleId="a7">
    <w:name w:val="Hyperlink"/>
    <w:uiPriority w:val="99"/>
    <w:unhideWhenUsed/>
    <w:rsid w:val="00B27C4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EA6BB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EA6BB4"/>
    <w:rPr>
      <w:rFonts w:ascii="ＭＳ ゴシック" w:eastAsia="ＭＳ ゴシック" w:hAnsi="ＭＳ ゴシック" w:cs="ＭＳ ゴシック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25D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0"/>
    <w:qFormat/>
    <w:rsid w:val="00A3125D"/>
    <w:pPr>
      <w:keepNext/>
      <w:spacing w:before="240" w:after="240"/>
      <w:outlineLvl w:val="0"/>
    </w:pPr>
    <w:rPr>
      <w:rFonts w:ascii="Arial" w:eastAsia="ＭＳ ゴシック" w:hAnsi="Arial"/>
      <w:b/>
      <w:kern w:val="0"/>
      <w:sz w:val="40"/>
    </w:rPr>
  </w:style>
  <w:style w:type="paragraph" w:styleId="2">
    <w:name w:val="heading 2"/>
    <w:basedOn w:val="a"/>
    <w:next w:val="a"/>
    <w:qFormat/>
    <w:rsid w:val="00C16B62"/>
    <w:pPr>
      <w:keepNext/>
      <w:pBdr>
        <w:left w:val="single" w:sz="24" w:space="4" w:color="31849B"/>
        <w:bottom w:val="single" w:sz="8" w:space="1" w:color="92CDDC"/>
      </w:pBdr>
      <w:spacing w:before="120" w:after="120"/>
      <w:outlineLvl w:val="1"/>
    </w:pPr>
    <w:rPr>
      <w:rFonts w:ascii="Arial" w:eastAsia="ＭＳ ゴシック" w:hAnsi="Arial"/>
      <w:b/>
      <w:color w:val="548DD4"/>
      <w:sz w:val="28"/>
    </w:rPr>
  </w:style>
  <w:style w:type="paragraph" w:styleId="3">
    <w:name w:val="heading 3"/>
    <w:basedOn w:val="a"/>
    <w:next w:val="a"/>
    <w:qFormat/>
    <w:rsid w:val="00C16B62"/>
    <w:pPr>
      <w:keepNext/>
      <w:spacing w:before="120" w:after="120"/>
      <w:outlineLvl w:val="2"/>
    </w:pPr>
    <w:rPr>
      <w:rFonts w:ascii="Arial" w:eastAsia="ＭＳ ゴシック" w:hAnsi="Arial"/>
      <w:b/>
      <w:color w:val="76923C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A3125D"/>
    <w:rPr>
      <w:rFonts w:ascii="Arial" w:eastAsia="ＭＳ ゴシック" w:hAnsi="Arial"/>
      <w:b/>
      <w:sz w:val="40"/>
    </w:rPr>
  </w:style>
  <w:style w:type="character" w:customStyle="1" w:styleId="a3">
    <w:name w:val="吹き出し (文字)"/>
    <w:link w:val="a4"/>
    <w:rsid w:val="00A3125D"/>
    <w:rPr>
      <w:rFonts w:ascii="Arial" w:eastAsia="ＭＳ ゴシック" w:hAnsi="Arial" w:cs="Times New Roman"/>
      <w:kern w:val="2"/>
      <w:sz w:val="18"/>
      <w:szCs w:val="18"/>
    </w:rPr>
  </w:style>
  <w:style w:type="paragraph" w:styleId="20">
    <w:name w:val="toc 2"/>
    <w:basedOn w:val="a"/>
    <w:next w:val="a"/>
    <w:rsid w:val="00A3125D"/>
    <w:pPr>
      <w:ind w:leftChars="300" w:left="630"/>
    </w:pPr>
  </w:style>
  <w:style w:type="paragraph" w:styleId="7">
    <w:name w:val="toc 7"/>
    <w:basedOn w:val="a"/>
    <w:next w:val="a"/>
    <w:rsid w:val="00A3125D"/>
    <w:pPr>
      <w:ind w:leftChars="600" w:left="1260"/>
    </w:pPr>
  </w:style>
  <w:style w:type="paragraph" w:styleId="8">
    <w:name w:val="toc 8"/>
    <w:basedOn w:val="a"/>
    <w:next w:val="a"/>
    <w:rsid w:val="00A3125D"/>
    <w:pPr>
      <w:ind w:leftChars="700" w:left="1470"/>
    </w:pPr>
  </w:style>
  <w:style w:type="paragraph" w:styleId="a5">
    <w:name w:val="header"/>
    <w:basedOn w:val="a"/>
    <w:rsid w:val="00A3125D"/>
    <w:pPr>
      <w:tabs>
        <w:tab w:val="center" w:pos="4153"/>
        <w:tab w:val="right" w:pos="8306"/>
      </w:tabs>
      <w:snapToGrid w:val="0"/>
    </w:pPr>
  </w:style>
  <w:style w:type="paragraph" w:styleId="a4">
    <w:name w:val="Balloon Text"/>
    <w:basedOn w:val="a"/>
    <w:link w:val="a3"/>
    <w:rsid w:val="00A3125D"/>
    <w:rPr>
      <w:rFonts w:ascii="Arial" w:eastAsia="ＭＳ ゴシック" w:hAnsi="Arial"/>
      <w:sz w:val="18"/>
      <w:szCs w:val="18"/>
    </w:rPr>
  </w:style>
  <w:style w:type="paragraph" w:styleId="30">
    <w:name w:val="toc 3"/>
    <w:basedOn w:val="a"/>
    <w:next w:val="a"/>
    <w:rsid w:val="00A3125D"/>
    <w:pPr>
      <w:ind w:leftChars="400" w:left="420"/>
    </w:pPr>
  </w:style>
  <w:style w:type="paragraph" w:styleId="9">
    <w:name w:val="toc 9"/>
    <w:basedOn w:val="a"/>
    <w:next w:val="a"/>
    <w:rsid w:val="00A3125D"/>
    <w:pPr>
      <w:ind w:leftChars="800" w:left="1680"/>
    </w:pPr>
  </w:style>
  <w:style w:type="paragraph" w:styleId="6">
    <w:name w:val="toc 6"/>
    <w:basedOn w:val="a"/>
    <w:next w:val="a"/>
    <w:rsid w:val="00A3125D"/>
    <w:pPr>
      <w:ind w:leftChars="500" w:left="1050"/>
    </w:pPr>
  </w:style>
  <w:style w:type="paragraph" w:styleId="11">
    <w:name w:val="toc 1"/>
    <w:basedOn w:val="a"/>
    <w:next w:val="a"/>
    <w:rsid w:val="00A3125D"/>
    <w:pPr>
      <w:spacing w:beforeLines="50"/>
    </w:pPr>
    <w:rPr>
      <w:b/>
      <w:sz w:val="24"/>
    </w:rPr>
  </w:style>
  <w:style w:type="paragraph" w:styleId="a6">
    <w:name w:val="footer"/>
    <w:basedOn w:val="a"/>
    <w:rsid w:val="00A3125D"/>
    <w:pPr>
      <w:tabs>
        <w:tab w:val="center" w:pos="4153"/>
        <w:tab w:val="right" w:pos="8306"/>
      </w:tabs>
      <w:snapToGrid w:val="0"/>
    </w:pPr>
  </w:style>
  <w:style w:type="paragraph" w:styleId="5">
    <w:name w:val="toc 5"/>
    <w:basedOn w:val="a"/>
    <w:next w:val="a"/>
    <w:rsid w:val="00A3125D"/>
    <w:pPr>
      <w:ind w:leftChars="400" w:left="840"/>
    </w:pPr>
  </w:style>
  <w:style w:type="paragraph" w:styleId="4">
    <w:name w:val="toc 4"/>
    <w:basedOn w:val="a"/>
    <w:next w:val="a"/>
    <w:rsid w:val="00A3125D"/>
    <w:pPr>
      <w:ind w:leftChars="300" w:left="630"/>
    </w:pPr>
  </w:style>
  <w:style w:type="character" w:styleId="a7">
    <w:name w:val="Hyperlink"/>
    <w:uiPriority w:val="99"/>
    <w:unhideWhenUsed/>
    <w:rsid w:val="00B27C4E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EA6BB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EA6BB4"/>
    <w:rPr>
      <w:rFonts w:ascii="ＭＳ ゴシック" w:eastAsia="ＭＳ ゴシック" w:hAnsi="ＭＳ ゴシック" w:cs="ＭＳ 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9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50fukugyou.biz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mailto:info@50fukugyou.biz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50fukugyou.biz/joy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1lejend.com/stepmail/delf.php?no=ylTUyqqIRn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%20Utsumi\Desktop\&#12375;&#12372;&#12392;\&#12522;&#12521;&#12452;&#12488;\&#12486;&#12540;&#12510;_&#12497;&#12477;&#12467;&#12531;01_&#12502;&#12523;&#12540;&#12539;&#12464;&#12522;&#12540;&#12531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F5FEC-05F7-4B4E-9FD9-55F8EC813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テーマ_パソコン01_ブルー・グリーン.dot</Template>
  <TotalTime>0</TotalTime>
  <Pages>4</Pages>
  <Words>289</Words>
  <Characters>1649</Characters>
  <Application>Microsoft Office Word</Application>
  <DocSecurity>0</DocSecurity>
  <PresentationFormat/>
  <Lines>13</Lines>
  <Paragraphs>3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1935</CharactersWithSpaces>
  <SharedDoc>false</SharedDoc>
  <HLinks>
    <vt:vector size="108" baseType="variant">
      <vt:variant>
        <vt:i4>1966141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_Toc4198</vt:lpwstr>
      </vt:variant>
      <vt:variant>
        <vt:i4>1048627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_Toc10277</vt:lpwstr>
      </vt:variant>
      <vt:variant>
        <vt:i4>1245239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_Toc26523</vt:lpwstr>
      </vt:variant>
      <vt:variant>
        <vt:i4>1441844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_Toc14556</vt:lpwstr>
      </vt:variant>
      <vt:variant>
        <vt:i4>1179703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_Toc16635</vt:lpwstr>
      </vt:variant>
      <vt:variant>
        <vt:i4>1638454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_Toc29473</vt:lpwstr>
      </vt:variant>
      <vt:variant>
        <vt:i4>1048624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_Toc1215</vt:lpwstr>
      </vt:variant>
      <vt:variant>
        <vt:i4>1114166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_Toc6305</vt:lpwstr>
      </vt:variant>
      <vt:variant>
        <vt:i4>1179705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_Toc16834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_Toc30535</vt:lpwstr>
      </vt:variant>
      <vt:variant>
        <vt:i4>1441844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_Toc18597</vt:lpwstr>
      </vt:variant>
      <vt:variant>
        <vt:i4>1048625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_Toc32253</vt:lpwstr>
      </vt:variant>
      <vt:variant>
        <vt:i4>1900598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_Toc3258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_Toc27536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_Toc13024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_Toc27192</vt:lpwstr>
      </vt:variant>
      <vt:variant>
        <vt:i4>1507376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_Toc21210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_Toc2982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2016-05-12T11:19:00Z</dcterms:created>
  <dcterms:modified xsi:type="dcterms:W3CDTF">2016-05-12T11:28:00Z</dcterms:modified>
</cp:coreProperties>
</file>